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FCE" w:rsidRDefault="002D65E9" w:rsidP="002D65E9">
      <w:pPr>
        <w:pStyle w:val="Heading1"/>
      </w:pPr>
      <w:bookmarkStart w:id="0" w:name="_GoBack"/>
      <w:bookmarkEnd w:id="0"/>
      <w:r>
        <w:t>Outline of Session slide title</w:t>
      </w:r>
    </w:p>
    <w:p w:rsidR="002D65E9" w:rsidRDefault="002D65E9" w:rsidP="002D65E9">
      <w:pPr>
        <w:pStyle w:val="Heading2"/>
      </w:pPr>
      <w:r>
        <w:t>Point one of the outline.</w:t>
      </w:r>
    </w:p>
    <w:p w:rsidR="002D65E9" w:rsidRDefault="002D65E9" w:rsidP="002D65E9">
      <w:pPr>
        <w:pStyle w:val="Heading2"/>
      </w:pPr>
      <w:r>
        <w:t>Point two of the outline.</w:t>
      </w:r>
    </w:p>
    <w:p w:rsidR="002D65E9" w:rsidRDefault="002D65E9" w:rsidP="002D65E9">
      <w:pPr>
        <w:pStyle w:val="Heading2"/>
      </w:pPr>
      <w:r>
        <w:t>Point three of the outline.</w:t>
      </w:r>
    </w:p>
    <w:p w:rsidR="002D65E9" w:rsidRDefault="002D65E9" w:rsidP="002D65E9">
      <w:pPr>
        <w:pStyle w:val="Heading1"/>
      </w:pPr>
      <w:r>
        <w:t>First Topic Slide title</w:t>
      </w:r>
    </w:p>
    <w:p w:rsidR="002D65E9" w:rsidRDefault="002D65E9" w:rsidP="002D65E9">
      <w:pPr>
        <w:pStyle w:val="Heading2"/>
      </w:pPr>
      <w:r>
        <w:t>Point One of first topic.</w:t>
      </w:r>
    </w:p>
    <w:p w:rsidR="002D65E9" w:rsidRDefault="002D65E9" w:rsidP="002D65E9">
      <w:pPr>
        <w:pStyle w:val="Heading2"/>
      </w:pPr>
      <w:r>
        <w:t>Point two of first topic.</w:t>
      </w:r>
    </w:p>
    <w:p w:rsidR="002D65E9" w:rsidRDefault="002D65E9" w:rsidP="002D65E9">
      <w:pPr>
        <w:pStyle w:val="Heading2"/>
      </w:pPr>
      <w:r>
        <w:t>Point three of first topic.</w:t>
      </w:r>
    </w:p>
    <w:p w:rsidR="002D65E9" w:rsidRDefault="002D65E9" w:rsidP="002D65E9">
      <w:pPr>
        <w:pStyle w:val="Heading2"/>
      </w:pPr>
      <w:r>
        <w:t>Point four of first topic.</w:t>
      </w:r>
    </w:p>
    <w:p w:rsidR="002D65E9" w:rsidRDefault="002D65E9" w:rsidP="002D65E9">
      <w:pPr>
        <w:pStyle w:val="Heading1"/>
      </w:pPr>
      <w:r>
        <w:t>Next Slide title</w:t>
      </w:r>
    </w:p>
    <w:p w:rsidR="002D65E9" w:rsidRDefault="002D65E9" w:rsidP="002D65E9">
      <w:pPr>
        <w:pStyle w:val="Heading2"/>
      </w:pPr>
      <w:r>
        <w:t>Bullet point for slide.</w:t>
      </w:r>
    </w:p>
    <w:p w:rsidR="002D65E9" w:rsidRDefault="002D65E9" w:rsidP="002D65E9">
      <w:pPr>
        <w:pStyle w:val="Heading2"/>
      </w:pPr>
      <w:r>
        <w:t>Bullet point for slide.</w:t>
      </w:r>
    </w:p>
    <w:p w:rsidR="002D65E9" w:rsidRPr="002D65E9" w:rsidRDefault="002D65E9" w:rsidP="002D65E9"/>
    <w:sectPr w:rsidR="002D65E9" w:rsidRPr="002D65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617"/>
    <w:rsid w:val="000E6617"/>
    <w:rsid w:val="00105BF7"/>
    <w:rsid w:val="00160CED"/>
    <w:rsid w:val="002D65E9"/>
    <w:rsid w:val="00A54FCE"/>
    <w:rsid w:val="00B81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65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65E9"/>
    <w:pPr>
      <w:keepNext/>
      <w:keepLines/>
      <w:spacing w:before="16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65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D65E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65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65E9"/>
    <w:pPr>
      <w:keepNext/>
      <w:keepLines/>
      <w:spacing w:before="16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65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D65E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USB\SendToPowerPoi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SendToPowerPoint.dotx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>Karlen Communications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McCall</dc:creator>
  <cp:lastModifiedBy>Karen McCall</cp:lastModifiedBy>
  <cp:revision>1</cp:revision>
  <dcterms:created xsi:type="dcterms:W3CDTF">2012-10-03T12:28:00Z</dcterms:created>
  <dcterms:modified xsi:type="dcterms:W3CDTF">2012-10-03T12:28:00Z</dcterms:modified>
</cp:coreProperties>
</file>